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75EEA8C-BA71-4A7B-889B-5913DC733FCF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